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ECBE5" w14:textId="118FB5E3" w:rsidR="001D47FE" w:rsidRPr="001B2ADC" w:rsidRDefault="001A603A" w:rsidP="00963BD7">
      <w:pPr>
        <w:pStyle w:val="Heading1"/>
        <w:rPr>
          <w:color w:val="000000" w:themeColor="text1"/>
        </w:rPr>
      </w:pPr>
      <w:r>
        <w:rPr>
          <w:color w:val="000000" w:themeColor="text1"/>
        </w:rPr>
        <w:t>Six Color LED static wash for indoor use (PAR)</w:t>
      </w:r>
    </w:p>
    <w:p w14:paraId="1B3A14FA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1E43841A" w14:textId="1BF07D08" w:rsidR="00411417" w:rsidRPr="0071305A" w:rsidRDefault="00411417" w:rsidP="00266E92">
      <w:pPr>
        <w:pStyle w:val="Heading3"/>
        <w:numPr>
          <w:ilvl w:val="0"/>
          <w:numId w:val="33"/>
        </w:numPr>
      </w:pPr>
      <w:r w:rsidRPr="0071305A">
        <w:t>The product shall be a</w:t>
      </w:r>
      <w:r w:rsidR="008E4FFA" w:rsidRPr="0071305A">
        <w:t>n</w:t>
      </w:r>
      <w:r w:rsidRPr="0071305A">
        <w:t xml:space="preserve"> </w:t>
      </w:r>
      <w:r w:rsidR="001A603A">
        <w:t>Ovation P-56VW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1F2FA5A6" w14:textId="63CBB70A" w:rsidR="001E6C28" w:rsidRPr="001A603A" w:rsidRDefault="001E6C28" w:rsidP="00B2128B">
      <w:pPr>
        <w:pStyle w:val="Heading4"/>
      </w:pPr>
      <w:r w:rsidRPr="001A603A">
        <w:t xml:space="preserve">The </w:t>
      </w:r>
      <w:r w:rsidR="0015448D" w:rsidRPr="001A603A">
        <w:t>product</w:t>
      </w:r>
      <w:r w:rsidR="00656CB9" w:rsidRPr="001A603A">
        <w:t xml:space="preserve"> shall be a </w:t>
      </w:r>
      <w:r w:rsidR="005F2C02" w:rsidRPr="001A603A">
        <w:t xml:space="preserve">color-mixing </w:t>
      </w:r>
      <w:r w:rsidR="00741B8D" w:rsidRPr="001A603A">
        <w:t xml:space="preserve">high-intensity </w:t>
      </w:r>
      <w:r w:rsidR="00D554D5" w:rsidRPr="001A603A">
        <w:t xml:space="preserve">LED </w:t>
      </w:r>
      <w:r w:rsidR="000D774F" w:rsidRPr="001A603A">
        <w:t xml:space="preserve">illuminator </w:t>
      </w:r>
      <w:r w:rsidR="0015448D" w:rsidRPr="001A603A">
        <w:t xml:space="preserve">utilizing </w:t>
      </w:r>
      <w:r w:rsidR="001A603A">
        <w:t xml:space="preserve">6 Red, Green, Blue, Royal Blue, </w:t>
      </w:r>
      <w:proofErr w:type="gramStart"/>
      <w:r w:rsidR="001A603A">
        <w:t>Orange</w:t>
      </w:r>
      <w:proofErr w:type="gramEnd"/>
      <w:r w:rsidR="001A603A">
        <w:t xml:space="preserve"> and Lime</w:t>
      </w:r>
      <w:r w:rsidR="00A06F2A" w:rsidRPr="001A603A">
        <w:t xml:space="preserve"> </w:t>
      </w:r>
      <w:r w:rsidR="0015448D" w:rsidRPr="001A603A">
        <w:t>LEDs</w:t>
      </w:r>
      <w:r w:rsidR="00787514" w:rsidRPr="001A603A">
        <w:t xml:space="preserve"> using </w:t>
      </w:r>
      <w:r w:rsidR="001A603A">
        <w:t>3 to 4</w:t>
      </w:r>
      <w:r w:rsidR="00CC4D04">
        <w:t xml:space="preserve"> </w:t>
      </w:r>
      <w:r w:rsidR="00787514" w:rsidRPr="001A603A">
        <w:t>W</w:t>
      </w:r>
      <w:r w:rsidR="0015448D" w:rsidRPr="001A603A">
        <w:t xml:space="preserve"> </w:t>
      </w:r>
      <w:r w:rsidR="00D602A7" w:rsidRPr="001A603A">
        <w:t>and have DMX control of intensity and color.</w:t>
      </w:r>
      <w:r w:rsidRPr="001A603A">
        <w:t xml:space="preserve"> </w:t>
      </w:r>
    </w:p>
    <w:p w14:paraId="237A4B8F" w14:textId="745F64ED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</w:t>
      </w:r>
      <w:proofErr w:type="gramStart"/>
      <w:r w:rsidRPr="008F0AEC">
        <w:t>aforementioned UL</w:t>
      </w:r>
      <w:proofErr w:type="gramEnd"/>
      <w:r w:rsidRPr="008F0AEC">
        <w:t xml:space="preserve"> specifications, </w:t>
      </w:r>
      <w:r w:rsidR="00CC4D04">
        <w:t xml:space="preserve">the </w:t>
      </w:r>
      <w:r w:rsidR="0015448D" w:rsidRPr="008F0AEC">
        <w:t>product</w:t>
      </w:r>
      <w:r w:rsidRPr="008F0AEC">
        <w:t xml:space="preserve"> shall hold </w:t>
      </w:r>
      <w:r w:rsidR="00CC4D04">
        <w:t xml:space="preserve">both </w:t>
      </w:r>
      <w:r w:rsidRPr="008F0AEC">
        <w:t>MET and CE markings</w:t>
      </w:r>
      <w:r w:rsidR="00EB3B83" w:rsidRPr="00EB3B83">
        <w:t>.</w:t>
      </w:r>
    </w:p>
    <w:p w14:paraId="25B172DC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23902775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6C467C8E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6725579C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4EC250A4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0F9C7CAC" w14:textId="15BF4285" w:rsidR="00C3268A" w:rsidRDefault="00521F33" w:rsidP="00266E92">
      <w:pPr>
        <w:pStyle w:val="Heading3"/>
        <w:numPr>
          <w:ilvl w:val="0"/>
          <w:numId w:val="34"/>
        </w:numPr>
      </w:pPr>
      <w:r w:rsidRPr="005E7B09">
        <w:t xml:space="preserve">The </w:t>
      </w:r>
      <w:r>
        <w:t>product</w:t>
      </w:r>
      <w:r w:rsidRPr="005E7B09">
        <w:t xml:space="preserve"> shall be constructed of </w:t>
      </w:r>
      <w:r w:rsidR="001A603A">
        <w:t xml:space="preserve">die-cast </w:t>
      </w:r>
      <w:r w:rsidR="00CC4D04">
        <w:t>a</w:t>
      </w:r>
      <w:r w:rsidR="001A603A">
        <w:t>luminum</w:t>
      </w:r>
      <w:r w:rsidRPr="005E7B09">
        <w:t xml:space="preserve">, free of </w:t>
      </w:r>
      <w:r>
        <w:t>defects or imperfections</w:t>
      </w:r>
      <w:r w:rsidRPr="005E7B09">
        <w:t>.</w:t>
      </w:r>
    </w:p>
    <w:p w14:paraId="016784D7" w14:textId="4EC3FD33" w:rsidR="00521F33" w:rsidRPr="001A603A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fixture shall </w:t>
      </w:r>
      <w:r w:rsidRPr="001A603A">
        <w:t xml:space="preserve">be </w:t>
      </w:r>
      <w:r w:rsidR="001A603A">
        <w:t>17.6</w:t>
      </w:r>
      <w:r w:rsidR="007D3568" w:rsidRPr="001A603A">
        <w:t xml:space="preserve"> x </w:t>
      </w:r>
      <w:r w:rsidR="001A603A">
        <w:t>14.88</w:t>
      </w:r>
      <w:r w:rsidR="007D3568" w:rsidRPr="001A603A">
        <w:t xml:space="preserve"> x </w:t>
      </w:r>
      <w:r w:rsidR="001A603A">
        <w:t>10.63</w:t>
      </w:r>
      <w:r w:rsidR="007D3568" w:rsidRPr="001A603A">
        <w:t xml:space="preserve"> </w:t>
      </w:r>
      <w:r w:rsidRPr="001A603A">
        <w:t>in (</w:t>
      </w:r>
      <w:r w:rsidR="001A603A">
        <w:t>447</w:t>
      </w:r>
      <w:r w:rsidRPr="001A603A">
        <w:t xml:space="preserve"> x </w:t>
      </w:r>
      <w:r w:rsidR="001A603A">
        <w:t>378</w:t>
      </w:r>
      <w:r w:rsidRPr="001A603A">
        <w:t xml:space="preserve"> x </w:t>
      </w:r>
      <w:r w:rsidR="001A603A">
        <w:t>270</w:t>
      </w:r>
      <w:r w:rsidRPr="001A603A">
        <w:t xml:space="preserve"> mm) and weigh approximately </w:t>
      </w:r>
      <w:r w:rsidR="001A603A">
        <w:t>12</w:t>
      </w:r>
      <w:r w:rsidRPr="001A603A">
        <w:t xml:space="preserve"> </w:t>
      </w:r>
      <w:proofErr w:type="spellStart"/>
      <w:r w:rsidRPr="001A603A">
        <w:t>lbs</w:t>
      </w:r>
      <w:proofErr w:type="spellEnd"/>
      <w:r w:rsidRPr="001A603A">
        <w:t xml:space="preserve"> (</w:t>
      </w:r>
      <w:r w:rsidR="001A603A">
        <w:t>5.5</w:t>
      </w:r>
      <w:r w:rsidRPr="001A603A">
        <w:t xml:space="preserve"> kg).</w:t>
      </w:r>
    </w:p>
    <w:p w14:paraId="7B5FE1FA" w14:textId="77777777" w:rsidR="00521F33" w:rsidRPr="001A603A" w:rsidRDefault="00521F33" w:rsidP="00266E92">
      <w:pPr>
        <w:pStyle w:val="Heading3"/>
        <w:numPr>
          <w:ilvl w:val="0"/>
          <w:numId w:val="34"/>
        </w:numPr>
      </w:pPr>
      <w:r w:rsidRPr="001A603A">
        <w:t>The following shall be provided:</w:t>
      </w:r>
    </w:p>
    <w:p w14:paraId="286D24AA" w14:textId="0449F44C" w:rsidR="003810E5" w:rsidRPr="001A603A" w:rsidRDefault="001A603A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>Ovation P-56VW fixture</w:t>
      </w:r>
    </w:p>
    <w:p w14:paraId="7E2461E6" w14:textId="3AB8FBA4" w:rsidR="003810E5" w:rsidRPr="001A603A" w:rsidRDefault="001A603A" w:rsidP="00FA1D8D">
      <w:pPr>
        <w:pStyle w:val="Heading4"/>
      </w:pPr>
      <w:proofErr w:type="spellStart"/>
      <w:r>
        <w:t>Neutrik</w:t>
      </w:r>
      <w:proofErr w:type="spellEnd"/>
      <w:r>
        <w:t xml:space="preserve"> </w:t>
      </w:r>
      <w:proofErr w:type="spellStart"/>
      <w:r>
        <w:t>powerCON</w:t>
      </w:r>
      <w:proofErr w:type="spellEnd"/>
      <w:r>
        <w:t xml:space="preserve"> power cord</w:t>
      </w:r>
    </w:p>
    <w:p w14:paraId="78585C10" w14:textId="53B7BBA4" w:rsidR="001A603A" w:rsidRDefault="001A603A" w:rsidP="00A14D53">
      <w:pPr>
        <w:pStyle w:val="Heading4"/>
        <w:shd w:val="clear" w:color="auto" w:fill="FFFFFF" w:themeFill="background1"/>
      </w:pPr>
      <w:r>
        <w:t>7.5” Gel fram</w:t>
      </w:r>
      <w:r w:rsidR="00863E85">
        <w:t>e</w:t>
      </w:r>
      <w:r>
        <w:t xml:space="preserve"> holder</w:t>
      </w:r>
    </w:p>
    <w:p w14:paraId="54CCB415" w14:textId="5943E77A" w:rsidR="00521F33" w:rsidRPr="001A603A" w:rsidRDefault="001A603A" w:rsidP="00A14D53">
      <w:pPr>
        <w:pStyle w:val="Heading4"/>
        <w:shd w:val="clear" w:color="auto" w:fill="FFFFFF" w:themeFill="background1"/>
      </w:pPr>
      <w:r>
        <w:t xml:space="preserve">Wide and </w:t>
      </w:r>
      <w:r w:rsidR="00863E85">
        <w:t>m</w:t>
      </w:r>
      <w:r>
        <w:t xml:space="preserve">edium </w:t>
      </w:r>
      <w:r w:rsidR="00863E85">
        <w:t>l</w:t>
      </w:r>
      <w:r>
        <w:t>enses</w:t>
      </w:r>
    </w:p>
    <w:p w14:paraId="4C256976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524BB9EB" w14:textId="298DFE6D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863E85">
        <w:t>b</w:t>
      </w:r>
      <w:r w:rsidR="001A603A">
        <w:t>lack</w:t>
      </w:r>
      <w:r w:rsidR="00E46B6A">
        <w:t xml:space="preserve"> </w:t>
      </w:r>
      <w:r w:rsidR="00D72DD9" w:rsidRPr="004067C8">
        <w:t>coat</w:t>
      </w:r>
      <w:r w:rsidR="00B44C00" w:rsidRPr="004067C8">
        <w:t xml:space="preserve"> finish</w:t>
      </w:r>
      <w:r w:rsidR="009F140C">
        <w:t>.</w:t>
      </w:r>
    </w:p>
    <w:p w14:paraId="3E285559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5323192F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048A139E" w14:textId="255D3249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</w:t>
      </w:r>
      <w:proofErr w:type="gramStart"/>
      <w:r w:rsidRPr="00ED205B">
        <w:t>aforementioned UL</w:t>
      </w:r>
      <w:proofErr w:type="gramEnd"/>
      <w:r w:rsidRPr="00ED205B">
        <w:t xml:space="preserve"> specifications, </w:t>
      </w:r>
      <w:r w:rsidR="00863E85">
        <w:t xml:space="preserve">the </w:t>
      </w:r>
      <w:r w:rsidRPr="00ED205B">
        <w:t xml:space="preserve">product shall hold </w:t>
      </w:r>
      <w:r w:rsidR="00863E85">
        <w:t xml:space="preserve">both </w:t>
      </w:r>
      <w:r w:rsidRPr="00ED205B">
        <w:t>MET and CE markings.</w:t>
      </w:r>
    </w:p>
    <w:p w14:paraId="401F4B52" w14:textId="551ADA6C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0B99681A" w14:textId="77C2124D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C3268A" w:rsidRPr="00C3268A">
        <w:t>-</w:t>
      </w:r>
      <w:r w:rsidR="001A603A">
        <w:t xml:space="preserve">20 </w:t>
      </w:r>
      <w:r w:rsidR="00844EBB" w:rsidRPr="00F0586E">
        <w:t>for</w:t>
      </w:r>
      <w:r w:rsidRPr="00F0586E">
        <w:t xml:space="preserve"> </w:t>
      </w:r>
      <w:r w:rsidR="001A603A">
        <w:t xml:space="preserve">dry location </w:t>
      </w:r>
      <w:r w:rsidRPr="003B4AB2">
        <w:t>use.</w:t>
      </w:r>
    </w:p>
    <w:p w14:paraId="173B62B9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5C470C4D" w14:textId="2CF57897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</w:t>
      </w:r>
      <w:r w:rsidR="00F06825">
        <w:t>r</w:t>
      </w:r>
      <w:r w:rsidRPr="003B4AB2">
        <w:t>ough</w:t>
      </w:r>
      <w:r w:rsidR="00C3268A">
        <w:t xml:space="preserve"> </w:t>
      </w:r>
      <w:r w:rsidR="001A603A">
        <w:t>forced cooling.</w:t>
      </w:r>
      <w:r w:rsidRPr="003B4AB2">
        <w:t xml:space="preserve"> </w:t>
      </w:r>
    </w:p>
    <w:p w14:paraId="2CAFCF8C" w14:textId="73F8EFEC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1A603A">
        <w:t>50,000</w:t>
      </w:r>
      <w:r w:rsidRPr="002417F4">
        <w:t xml:space="preserve"> hours of use.</w:t>
      </w:r>
    </w:p>
    <w:p w14:paraId="10804552" w14:textId="352EC430" w:rsidR="007941F2" w:rsidRPr="001A603A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1A603A">
        <w:t xml:space="preserve">of </w:t>
      </w:r>
      <w:r w:rsidR="001A603A">
        <w:t>-4</w:t>
      </w:r>
      <w:r w:rsidRPr="001A603A">
        <w:t>°</w:t>
      </w:r>
      <w:r w:rsidR="006D671E" w:rsidRPr="001A603A">
        <w:t>F</w:t>
      </w:r>
      <w:r w:rsidRPr="001A603A">
        <w:t xml:space="preserve"> (</w:t>
      </w:r>
      <w:r w:rsidR="001A603A">
        <w:t>-20</w:t>
      </w:r>
      <w:r w:rsidRPr="001A603A">
        <w:t>°</w:t>
      </w:r>
      <w:r w:rsidR="006D671E" w:rsidRPr="001A603A">
        <w:t>C</w:t>
      </w:r>
      <w:r w:rsidRPr="001A603A">
        <w:t>)</w:t>
      </w:r>
      <w:r w:rsidRPr="001A603A">
        <w:rPr>
          <w:b/>
          <w:bCs/>
        </w:rPr>
        <w:t xml:space="preserve"> </w:t>
      </w:r>
      <w:r w:rsidRPr="001A603A">
        <w:t>minimum</w:t>
      </w:r>
      <w:r w:rsidRPr="001A603A">
        <w:rPr>
          <w:b/>
          <w:bCs/>
        </w:rPr>
        <w:t xml:space="preserve">, </w:t>
      </w:r>
      <w:r w:rsidRPr="001A603A">
        <w:t xml:space="preserve">to </w:t>
      </w:r>
      <w:r w:rsidR="001A603A">
        <w:t>113</w:t>
      </w:r>
      <w:r w:rsidRPr="001A603A">
        <w:t>°</w:t>
      </w:r>
      <w:r w:rsidR="006D671E" w:rsidRPr="001A603A">
        <w:t>F</w:t>
      </w:r>
      <w:r w:rsidRPr="001A603A">
        <w:t xml:space="preserve"> (</w:t>
      </w:r>
      <w:r w:rsidR="001A603A">
        <w:t>45</w:t>
      </w:r>
      <w:r w:rsidRPr="001A603A">
        <w:t>°</w:t>
      </w:r>
      <w:r w:rsidR="006D671E" w:rsidRPr="001A603A">
        <w:t>C</w:t>
      </w:r>
      <w:r w:rsidRPr="001A603A">
        <w:t xml:space="preserve">) maximum, ambient temperature. </w:t>
      </w:r>
    </w:p>
    <w:p w14:paraId="23F022DF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4E7694CF" w14:textId="77777777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100V to 240V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3637B433" w14:textId="77777777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1208CAB1" w14:textId="624B6072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1A603A">
        <w:t>Neutrik</w:t>
      </w:r>
      <w:proofErr w:type="spellEnd"/>
      <w:r w:rsidR="001A603A">
        <w:t xml:space="preserve"> </w:t>
      </w:r>
      <w:proofErr w:type="spellStart"/>
      <w:r w:rsidR="001A603A">
        <w:t>powerCON</w:t>
      </w:r>
      <w:proofErr w:type="spellEnd"/>
      <w:r w:rsidR="00CF4AD0">
        <w:t xml:space="preserve"> </w:t>
      </w:r>
      <w:r w:rsidRPr="005E7B09">
        <w:t>input connector</w:t>
      </w:r>
      <w:r w:rsidR="0033059C">
        <w:t>.</w:t>
      </w:r>
    </w:p>
    <w:p w14:paraId="7654AAAF" w14:textId="60E558D2" w:rsidR="009A354D" w:rsidRPr="005E7B09" w:rsidRDefault="009A354D" w:rsidP="0003294E">
      <w:pPr>
        <w:pStyle w:val="Heading4"/>
      </w:pPr>
      <w:r w:rsidRPr="005E7B09">
        <w:t xml:space="preserve">Power thru shall be via </w:t>
      </w:r>
      <w:proofErr w:type="spellStart"/>
      <w:r w:rsidR="001A603A">
        <w:t>Neutrik</w:t>
      </w:r>
      <w:proofErr w:type="spellEnd"/>
      <w:r w:rsidR="001A603A">
        <w:t xml:space="preserve"> </w:t>
      </w:r>
      <w:proofErr w:type="spellStart"/>
      <w:r w:rsidR="001A603A">
        <w:t>powerCON</w:t>
      </w:r>
      <w:proofErr w:type="spellEnd"/>
      <w:r w:rsidRPr="005E7B09">
        <w:t xml:space="preserve"> output connector</w:t>
      </w:r>
      <w:r w:rsidR="0033059C">
        <w:t>.</w:t>
      </w:r>
    </w:p>
    <w:p w14:paraId="2924F93B" w14:textId="46B7EBAE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1A603A">
        <w:t>11</w:t>
      </w:r>
      <w:r w:rsidR="00F34395" w:rsidRPr="005E7B09">
        <w:t xml:space="preserve"> </w:t>
      </w:r>
      <w:r>
        <w:t>product</w:t>
      </w:r>
      <w:r w:rsidR="00F34395" w:rsidRPr="005E7B09">
        <w:t>s</w:t>
      </w:r>
      <w:r w:rsidR="001A603A">
        <w:t xml:space="preserve"> at 120V</w:t>
      </w:r>
      <w:r w:rsidR="006D7E86">
        <w:t>.</w:t>
      </w:r>
    </w:p>
    <w:p w14:paraId="0A7A1771" w14:textId="138F3F5D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="001A603A">
        <w:t>requires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08E1F6B6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5FC2617B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3F22A2D2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2ECD24C9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0F090C56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692B067F" w14:textId="12C120BB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1A603A">
        <w:t>6 color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32A52C60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05A42A7B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lastRenderedPageBreak/>
        <w:t>Manufacturer of LED emitter</w:t>
      </w:r>
      <w:r w:rsidR="003F0D12" w:rsidRPr="006D7E86">
        <w:t>s shall utilize an advanced production LED binning process to maintain color consistency.</w:t>
      </w:r>
    </w:p>
    <w:p w14:paraId="05FE6EBA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0CEA9856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1EE2C8A7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7D3864FD" w14:textId="2EB4C5D9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77873232" w14:textId="3FF59B05" w:rsidR="0003205C" w:rsidRPr="006D7E86" w:rsidRDefault="0003205C" w:rsidP="006D7E86">
      <w:pPr>
        <w:pStyle w:val="Heading3"/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a minimum of </w:t>
      </w:r>
      <w:r w:rsidR="001A603A">
        <w:t>48 3</w:t>
      </w:r>
      <w:r w:rsidR="00FB485D">
        <w:t xml:space="preserve"> </w:t>
      </w:r>
      <w:r w:rsidR="001A603A">
        <w:t>W to 4</w:t>
      </w:r>
      <w:r w:rsidR="00FB485D">
        <w:t xml:space="preserve"> </w:t>
      </w:r>
      <w:r w:rsidR="001A603A">
        <w:t>W</w:t>
      </w:r>
      <w:r w:rsidR="00EE7D70" w:rsidRPr="006D7E86">
        <w:t xml:space="preserve"> </w:t>
      </w:r>
      <w:r w:rsidRPr="006D7E86">
        <w:t>LED emitters</w:t>
      </w:r>
      <w:r w:rsidR="009D3B64" w:rsidRPr="006D7E86">
        <w:t>.</w:t>
      </w:r>
    </w:p>
    <w:p w14:paraId="189DA4C6" w14:textId="4E94E185" w:rsidR="0003205C" w:rsidRDefault="0003205C" w:rsidP="00266E92">
      <w:pPr>
        <w:pStyle w:val="Heading4"/>
        <w:numPr>
          <w:ilvl w:val="0"/>
          <w:numId w:val="7"/>
        </w:numPr>
      </w:pPr>
      <w:r w:rsidRPr="00E744FA">
        <w:t>These emitters shall</w:t>
      </w:r>
      <w:r w:rsidR="0068199F" w:rsidRPr="00E744FA">
        <w:t xml:space="preserve"> be </w:t>
      </w:r>
      <w:r w:rsidR="00E640FD" w:rsidRPr="00E744FA">
        <w:t xml:space="preserve">composed </w:t>
      </w:r>
      <w:r w:rsidR="0068199F" w:rsidRPr="00E744FA">
        <w:t xml:space="preserve">of </w:t>
      </w:r>
      <w:r w:rsidR="001A603A" w:rsidRPr="009B198A">
        <w:t xml:space="preserve">6 red, 6 green, 10 blue, 4 R. </w:t>
      </w:r>
      <w:r w:rsidR="001A603A">
        <w:t>b</w:t>
      </w:r>
      <w:r w:rsidR="001A603A" w:rsidRPr="009B198A">
        <w:t xml:space="preserve">lue, 6 </w:t>
      </w:r>
      <w:r w:rsidR="001A603A">
        <w:t>o</w:t>
      </w:r>
      <w:r w:rsidR="001A603A" w:rsidRPr="009B198A">
        <w:t xml:space="preserve">range, </w:t>
      </w:r>
      <w:r w:rsidR="001A603A">
        <w:t xml:space="preserve">and </w:t>
      </w:r>
      <w:r w:rsidR="001A603A" w:rsidRPr="009B198A">
        <w:t xml:space="preserve">16 </w:t>
      </w:r>
      <w:proofErr w:type="gramStart"/>
      <w:r w:rsidR="001A603A">
        <w:t>l</w:t>
      </w:r>
      <w:r w:rsidR="001A603A" w:rsidRPr="009B198A">
        <w:t>ime</w:t>
      </w:r>
      <w:proofErr w:type="gramEnd"/>
      <w:r w:rsidR="001A603A">
        <w:t>.</w:t>
      </w:r>
    </w:p>
    <w:p w14:paraId="72C6F61A" w14:textId="77777777" w:rsidR="004E19EB" w:rsidRDefault="004E19EB" w:rsidP="004E19EB">
      <w:pPr>
        <w:pStyle w:val="Heading5"/>
        <w:numPr>
          <w:ilvl w:val="0"/>
          <w:numId w:val="0"/>
        </w:numPr>
        <w:ind w:left="3420"/>
      </w:pPr>
    </w:p>
    <w:p w14:paraId="55DC29CC" w14:textId="5A910703" w:rsidR="004E19EB" w:rsidRDefault="004E19EB" w:rsidP="00266E92">
      <w:pPr>
        <w:pStyle w:val="Heading6"/>
        <w:numPr>
          <w:ilvl w:val="0"/>
          <w:numId w:val="39"/>
        </w:numPr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F52BFB">
        <w:t xml:space="preserve">: </w:t>
      </w:r>
      <w:r w:rsidR="001A603A">
        <w:t>90.4 at 3204°K and 95 at 5601°K</w:t>
      </w:r>
    </w:p>
    <w:p w14:paraId="7A3C55BE" w14:textId="2154E643" w:rsidR="006D7E86" w:rsidRDefault="004E19EB" w:rsidP="00266E92">
      <w:pPr>
        <w:pStyle w:val="Heading7"/>
        <w:numPr>
          <w:ilvl w:val="0"/>
          <w:numId w:val="39"/>
        </w:numPr>
      </w:pPr>
      <w:r w:rsidRPr="00F52BFB">
        <w:t xml:space="preserve">The </w:t>
      </w:r>
      <w:r w:rsidR="006D671E">
        <w:t xml:space="preserve">product shall be able to provide </w:t>
      </w:r>
      <w:r w:rsidRPr="00F52BFB">
        <w:t>TM</w:t>
      </w:r>
      <w:r w:rsidR="00CF7432">
        <w:t xml:space="preserve"> </w:t>
      </w:r>
      <w:r w:rsidRPr="00F52BFB">
        <w:t>30</w:t>
      </w:r>
      <w:r w:rsidR="00CF7432">
        <w:t>-1</w:t>
      </w:r>
      <w:r w:rsidR="006D671E">
        <w:t>8</w:t>
      </w:r>
      <w:r w:rsidRPr="00F52BFB">
        <w:t xml:space="preserve"> </w:t>
      </w:r>
      <w:r w:rsidR="006D671E">
        <w:t xml:space="preserve">scores with a Color Fidelity value of Rf </w:t>
      </w:r>
      <w:r w:rsidR="001A603A">
        <w:t>92.3</w:t>
      </w:r>
      <w:r w:rsidR="006D671E">
        <w:t xml:space="preserve"> with a </w:t>
      </w:r>
      <w:r w:rsidR="007567C0">
        <w:t>G</w:t>
      </w:r>
      <w:r w:rsidR="006D671E">
        <w:t xml:space="preserve">amut of </w:t>
      </w:r>
      <w:proofErr w:type="spellStart"/>
      <w:r w:rsidR="006D671E">
        <w:t>Rg</w:t>
      </w:r>
      <w:proofErr w:type="spellEnd"/>
      <w:r w:rsidR="006D671E">
        <w:t xml:space="preserve"> </w:t>
      </w:r>
      <w:r w:rsidR="001A603A">
        <w:t>105.4</w:t>
      </w:r>
      <w:r w:rsidR="006D671E">
        <w:t xml:space="preserve"> at </w:t>
      </w:r>
      <w:r w:rsidR="001A603A">
        <w:t>3204°</w:t>
      </w:r>
      <w:r w:rsidR="00FB485D">
        <w:t xml:space="preserve"> </w:t>
      </w:r>
      <w:r w:rsidR="006D671E">
        <w:t>K</w:t>
      </w:r>
      <w:r w:rsidR="001A603A">
        <w:t xml:space="preserve"> and a Color Fidelity value of Rf 92.1 with a Gamut of </w:t>
      </w:r>
      <w:proofErr w:type="spellStart"/>
      <w:r w:rsidR="001A603A">
        <w:t>Rg</w:t>
      </w:r>
      <w:proofErr w:type="spellEnd"/>
      <w:r w:rsidR="001A603A">
        <w:t xml:space="preserve"> 101.7 at 5601°</w:t>
      </w:r>
      <w:r w:rsidR="00FB485D">
        <w:t xml:space="preserve"> </w:t>
      </w:r>
      <w:r w:rsidR="001A603A">
        <w:t>K</w:t>
      </w:r>
    </w:p>
    <w:p w14:paraId="77B243AB" w14:textId="47189568" w:rsidR="006D7E86" w:rsidRPr="006D7E86" w:rsidRDefault="006D7E86" w:rsidP="00266E92">
      <w:pPr>
        <w:pStyle w:val="Heading8"/>
        <w:numPr>
          <w:ilvl w:val="0"/>
          <w:numId w:val="39"/>
        </w:numPr>
        <w:jc w:val="both"/>
      </w:pPr>
      <w:r>
        <w:t>The color temperature shall be 2800°</w:t>
      </w:r>
      <w:r w:rsidR="00FB485D">
        <w:t xml:space="preserve"> </w:t>
      </w:r>
      <w:r>
        <w:t xml:space="preserve">K to </w:t>
      </w:r>
      <w:r w:rsidR="001A603A">
        <w:t>80</w:t>
      </w:r>
      <w:r>
        <w:t>00°</w:t>
      </w:r>
      <w:r w:rsidR="00FB485D">
        <w:t xml:space="preserve"> </w:t>
      </w:r>
      <w:r>
        <w:t>K</w:t>
      </w:r>
      <w:r w:rsidR="001A603A">
        <w:t>.</w:t>
      </w:r>
    </w:p>
    <w:p w14:paraId="0CDAFBD3" w14:textId="4441868C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47FB7524" w14:textId="20D38CBE" w:rsidR="009F0B5A" w:rsidRPr="001A603A" w:rsidRDefault="000949BB" w:rsidP="00266E92">
      <w:pPr>
        <w:pStyle w:val="Heading3"/>
        <w:numPr>
          <w:ilvl w:val="0"/>
          <w:numId w:val="45"/>
        </w:numPr>
      </w:pPr>
      <w:r w:rsidRPr="001A603A">
        <w:t>The LED system shall use 1</w:t>
      </w:r>
      <w:r w:rsidR="0068199F" w:rsidRPr="001A603A">
        <w:t>6</w:t>
      </w:r>
      <w:r w:rsidRPr="001A603A">
        <w:t>-bit nonlinear scaling techniques for high-resolution dimming.</w:t>
      </w:r>
      <w:r w:rsidR="00370A38" w:rsidRPr="001A603A">
        <w:t xml:space="preserve"> </w:t>
      </w:r>
    </w:p>
    <w:p w14:paraId="14C9B55B" w14:textId="6ECB0D5E" w:rsidR="00FB2BAB" w:rsidRPr="001A603A" w:rsidRDefault="00FB2BAB" w:rsidP="006D7E86">
      <w:pPr>
        <w:pStyle w:val="Heading3"/>
      </w:pPr>
      <w:r w:rsidRPr="001A603A">
        <w:t xml:space="preserve">The </w:t>
      </w:r>
      <w:r w:rsidR="0015448D" w:rsidRPr="001A603A">
        <w:t>product</w:t>
      </w:r>
      <w:r w:rsidRPr="001A603A">
        <w:t xml:space="preserve"> shall </w:t>
      </w:r>
      <w:r w:rsidR="0033059C" w:rsidRPr="001A603A">
        <w:t>have a selectable dimming curve to simulate incandescent dimming curves.</w:t>
      </w:r>
      <w:r w:rsidR="00370A38" w:rsidRPr="001A603A">
        <w:t xml:space="preserve"> </w:t>
      </w:r>
    </w:p>
    <w:p w14:paraId="193F1E48" w14:textId="7ECCBFC3" w:rsidR="000949BB" w:rsidRPr="001A603A" w:rsidRDefault="000949BB" w:rsidP="006D7E86">
      <w:pPr>
        <w:pStyle w:val="Heading3"/>
      </w:pPr>
      <w:r w:rsidRPr="001A603A">
        <w:t>D</w:t>
      </w:r>
      <w:r w:rsidR="00FB2BAB" w:rsidRPr="001A603A">
        <w:t>imming curve</w:t>
      </w:r>
      <w:r w:rsidRPr="001A603A">
        <w:t xml:space="preserve"> shall be optimized for smooth dimming over longer timed fades. </w:t>
      </w:r>
    </w:p>
    <w:p w14:paraId="257968CE" w14:textId="0FE59C58" w:rsidR="000949BB" w:rsidRPr="001A603A" w:rsidRDefault="000949BB" w:rsidP="006D7E86">
      <w:pPr>
        <w:pStyle w:val="Heading3"/>
      </w:pPr>
      <w:r w:rsidRPr="001A603A">
        <w:t>The LED system shall be digitally driven using high-speed pulse width modulation (PWM)</w:t>
      </w:r>
      <w:r w:rsidR="0033059C" w:rsidRPr="001A603A">
        <w:t>.</w:t>
      </w:r>
      <w:r w:rsidR="00A715B2" w:rsidRPr="001A603A">
        <w:t xml:space="preserve"> </w:t>
      </w:r>
    </w:p>
    <w:p w14:paraId="3DB6669A" w14:textId="77777777" w:rsidR="000949BB" w:rsidRPr="00370A38" w:rsidRDefault="000949BB" w:rsidP="006D7E86">
      <w:pPr>
        <w:pStyle w:val="Heading3"/>
      </w:pPr>
      <w:r w:rsidRPr="00370A38">
        <w:t xml:space="preserve">LED control shall be compatible </w:t>
      </w:r>
      <w:r w:rsidR="00C112C1" w:rsidRPr="00370A38">
        <w:t xml:space="preserve">with </w:t>
      </w:r>
      <w:r w:rsidRPr="00370A38">
        <w:t>broadcast equipment</w:t>
      </w:r>
      <w:r w:rsidR="00C112C1" w:rsidRPr="00370A38">
        <w:t xml:space="preserve"> in the following ways:</w:t>
      </w:r>
    </w:p>
    <w:p w14:paraId="198AEB87" w14:textId="76ABA339" w:rsidR="000949BB" w:rsidRPr="001A603A" w:rsidRDefault="000949BB" w:rsidP="00266E92">
      <w:pPr>
        <w:pStyle w:val="Heading3"/>
        <w:numPr>
          <w:ilvl w:val="1"/>
          <w:numId w:val="40"/>
        </w:numPr>
      </w:pPr>
      <w:r w:rsidRPr="001A603A">
        <w:t>PWM control of LED levels shall be imperceptible to video cameras and related equipment</w:t>
      </w:r>
      <w:r w:rsidR="0033059C" w:rsidRPr="001A603A">
        <w:t>.</w:t>
      </w:r>
      <w:r w:rsidR="00A715B2" w:rsidRPr="001A603A">
        <w:t xml:space="preserve"> </w:t>
      </w:r>
    </w:p>
    <w:p w14:paraId="017A5BC2" w14:textId="41966920" w:rsidR="000949BB" w:rsidRPr="00A715B2" w:rsidRDefault="00FB2BA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1A603A">
        <w:t xml:space="preserve">PWM shall be capable of being set </w:t>
      </w:r>
      <w:r w:rsidR="0033059C" w:rsidRPr="001A603A">
        <w:t xml:space="preserve">on the control </w:t>
      </w:r>
      <w:r w:rsidRPr="001A603A">
        <w:t xml:space="preserve">via </w:t>
      </w:r>
      <w:r w:rsidR="0038305D" w:rsidRPr="001A603A">
        <w:t xml:space="preserve">on board controls or via </w:t>
      </w:r>
      <w:r w:rsidRPr="001A603A">
        <w:t xml:space="preserve">RDM </w:t>
      </w:r>
      <w:r w:rsidR="00E704A2" w:rsidRPr="00A715B2">
        <w:t>from</w:t>
      </w:r>
      <w:r w:rsidRPr="00A715B2">
        <w:t xml:space="preserve"> </w:t>
      </w:r>
      <w:r w:rsidR="001A603A">
        <w:t>600</w:t>
      </w:r>
      <w:r w:rsidR="00846398" w:rsidRPr="00A715B2">
        <w:rPr>
          <w:b/>
          <w:bCs/>
        </w:rPr>
        <w:t xml:space="preserve"> </w:t>
      </w:r>
      <w:r w:rsidR="00E26BBC" w:rsidRPr="00A715B2">
        <w:t>H</w:t>
      </w:r>
      <w:r w:rsidR="0068199F" w:rsidRPr="00A715B2">
        <w:t>z</w:t>
      </w:r>
      <w:r w:rsidR="00846398" w:rsidRPr="00A715B2">
        <w:t xml:space="preserve">, </w:t>
      </w:r>
      <w:r w:rsidR="001A603A">
        <w:t xml:space="preserve">1,200 Hz, 2,000 Hz, 4,000 Hz, 6,000 Hz, </w:t>
      </w:r>
      <w:r w:rsidR="0068199F" w:rsidRPr="00A715B2">
        <w:t>or</w:t>
      </w:r>
      <w:r w:rsidR="00947716" w:rsidRPr="00A715B2">
        <w:t xml:space="preserve"> </w:t>
      </w:r>
      <w:r w:rsidR="001A603A">
        <w:t xml:space="preserve">25,000 </w:t>
      </w:r>
      <w:r w:rsidR="00E26BBC" w:rsidRPr="00A715B2">
        <w:t>H</w:t>
      </w:r>
      <w:r w:rsidRPr="00A715B2">
        <w:t>z</w:t>
      </w:r>
      <w:r w:rsidR="0033059C" w:rsidRPr="00A715B2">
        <w:t>.</w:t>
      </w:r>
    </w:p>
    <w:p w14:paraId="4E1EE06A" w14:textId="77777777" w:rsidR="00857485" w:rsidRDefault="00857485" w:rsidP="008A130D">
      <w:pPr>
        <w:keepNext w:val="0"/>
        <w:keepLines w:val="0"/>
        <w:jc w:val="left"/>
      </w:pPr>
    </w:p>
    <w:p w14:paraId="11943288" w14:textId="77777777" w:rsidR="00857485" w:rsidRPr="00E744FA" w:rsidRDefault="00857485" w:rsidP="006D7E86">
      <w:pPr>
        <w:pStyle w:val="Heading2"/>
      </w:pPr>
      <w:r w:rsidRPr="00E744FA">
        <w:lastRenderedPageBreak/>
        <w:t>REQUIRED FEATURE SET</w:t>
      </w:r>
    </w:p>
    <w:p w14:paraId="7D63392F" w14:textId="09CA0843" w:rsidR="00857485" w:rsidRPr="001A603A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DE11EB">
        <w:t>interchangeable lens plates.</w:t>
      </w:r>
    </w:p>
    <w:p w14:paraId="6295BF9A" w14:textId="016F8A57" w:rsidR="00857485" w:rsidRPr="001A603A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1A603A">
        <w:t xml:space="preserve">The product shall offer </w:t>
      </w:r>
      <w:r w:rsidR="00DE11EB">
        <w:t>+/- green shift adjustment via DMX or user interface.</w:t>
      </w:r>
    </w:p>
    <w:p w14:paraId="25E456C8" w14:textId="66B82AAA" w:rsidR="00857485" w:rsidRPr="001A603A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1A603A">
        <w:t xml:space="preserve">The product shall </w:t>
      </w:r>
      <w:r w:rsidR="00DE11EB">
        <w:t>accept standard 7.5” beam shaping accessories.</w:t>
      </w:r>
    </w:p>
    <w:p w14:paraId="1E8962E6" w14:textId="2C5E58FB" w:rsidR="00DE11EB" w:rsidRDefault="00DE11EB" w:rsidP="00266E92">
      <w:pPr>
        <w:pStyle w:val="Heading3"/>
        <w:numPr>
          <w:ilvl w:val="0"/>
          <w:numId w:val="41"/>
        </w:numPr>
      </w:pPr>
      <w:r>
        <w:t xml:space="preserve">The product shall have a noise level maximum of 38.1 dB measured at 1 m. </w:t>
      </w:r>
    </w:p>
    <w:p w14:paraId="1B6C1525" w14:textId="3DE3EAD1" w:rsidR="00DE11EB" w:rsidRDefault="00DE11EB" w:rsidP="00266E92">
      <w:pPr>
        <w:pStyle w:val="Heading3"/>
        <w:numPr>
          <w:ilvl w:val="0"/>
          <w:numId w:val="41"/>
        </w:numPr>
      </w:pPr>
      <w:r>
        <w:t xml:space="preserve">The product shall offer </w:t>
      </w:r>
      <w:r w:rsidR="00FC77B0">
        <w:t>35 Color Temperature presets selectable via DMX or user interface.</w:t>
      </w:r>
    </w:p>
    <w:p w14:paraId="6C1429E1" w14:textId="42C08AB8" w:rsidR="008E266E" w:rsidRDefault="008E266E" w:rsidP="008E266E">
      <w:pPr>
        <w:pStyle w:val="Heading4"/>
        <w:numPr>
          <w:ilvl w:val="0"/>
          <w:numId w:val="41"/>
        </w:numPr>
      </w:pPr>
      <w:r>
        <w:t>The product shall offer linear control of Color Temperature via DMX.</w:t>
      </w:r>
    </w:p>
    <w:p w14:paraId="7833020E" w14:textId="20B57347" w:rsidR="00FC77B0" w:rsidRDefault="00FC77B0" w:rsidP="00266E92">
      <w:pPr>
        <w:pStyle w:val="Heading3"/>
        <w:numPr>
          <w:ilvl w:val="0"/>
          <w:numId w:val="41"/>
        </w:numPr>
      </w:pPr>
      <w:r>
        <w:t>The product shall offer Red Shift to mimic tungsten dimming characteristics.</w:t>
      </w:r>
    </w:p>
    <w:p w14:paraId="144896D9" w14:textId="227F0541" w:rsidR="00FC77B0" w:rsidRDefault="00FC77B0" w:rsidP="00266E92">
      <w:pPr>
        <w:pStyle w:val="Heading3"/>
        <w:numPr>
          <w:ilvl w:val="0"/>
          <w:numId w:val="41"/>
        </w:numPr>
      </w:pPr>
      <w:r>
        <w:t>The product shall offer 4 selectable dimmer curves.</w:t>
      </w:r>
    </w:p>
    <w:p w14:paraId="625470E4" w14:textId="0584D621" w:rsidR="00FC77B0" w:rsidRDefault="00FC77B0" w:rsidP="00266E92">
      <w:pPr>
        <w:pStyle w:val="Heading3"/>
        <w:numPr>
          <w:ilvl w:val="0"/>
          <w:numId w:val="41"/>
        </w:numPr>
      </w:pPr>
      <w:r>
        <w:t>The product shall offer 4 selectable fan modes.</w:t>
      </w:r>
    </w:p>
    <w:p w14:paraId="1DDA1A3A" w14:textId="3729FD6A" w:rsidR="00FC77B0" w:rsidRDefault="00FC77B0" w:rsidP="00266E92">
      <w:pPr>
        <w:pStyle w:val="Heading3"/>
        <w:numPr>
          <w:ilvl w:val="0"/>
          <w:numId w:val="41"/>
        </w:numPr>
      </w:pPr>
      <w:r>
        <w:t>The product shall offer 7 DMX personalities.</w:t>
      </w:r>
    </w:p>
    <w:p w14:paraId="43E1F658" w14:textId="5417530E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4EB476F1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7C43E7BE" w14:textId="233FF099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 xml:space="preserve">USITT DMX 512A-compatible via in and thru </w:t>
      </w:r>
      <w:r w:rsidR="007567C0">
        <w:t xml:space="preserve">3- and 5-Pin XLR DMX </w:t>
      </w:r>
      <w:r w:rsidR="00C3268A">
        <w:t>C</w:t>
      </w:r>
      <w:r>
        <w:t>onnectors.</w:t>
      </w:r>
    </w:p>
    <w:p w14:paraId="541E6F50" w14:textId="1AF77252" w:rsidR="00857485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</w:t>
      </w:r>
      <w:r w:rsidR="00FC77B0">
        <w:t xml:space="preserve"> and</w:t>
      </w:r>
      <w:r w:rsidR="00C3268A">
        <w:t xml:space="preserve"> RDM</w:t>
      </w:r>
      <w:r w:rsidR="00FC77B0">
        <w:t>.</w:t>
      </w:r>
    </w:p>
    <w:p w14:paraId="2EA143AE" w14:textId="7777777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7BAE2819" w14:textId="77777777" w:rsidR="00857485" w:rsidRPr="005E7B09" w:rsidRDefault="00857485" w:rsidP="00266E92">
      <w:pPr>
        <w:pStyle w:val="Heading4"/>
        <w:numPr>
          <w:ilvl w:val="0"/>
          <w:numId w:val="8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634548A2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74004AF0" w14:textId="77777777" w:rsidR="00857485" w:rsidRPr="005E7B09" w:rsidRDefault="00857485" w:rsidP="00857485">
      <w:pPr>
        <w:pStyle w:val="Heading4"/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3D07B591" w14:textId="201C81AB" w:rsidR="0071305A" w:rsidRPr="00FC77B0" w:rsidRDefault="0071305A" w:rsidP="00266E92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an </w:t>
      </w:r>
      <w:r w:rsidR="00FC77B0">
        <w:t>LED</w:t>
      </w:r>
      <w:r w:rsidRPr="00FC77B0">
        <w:t xml:space="preserve"> display with </w:t>
      </w:r>
      <w:r w:rsidR="00FC77B0">
        <w:t>5</w:t>
      </w:r>
      <w:r w:rsidRPr="00FC77B0">
        <w:t xml:space="preserve"> lines of text.</w:t>
      </w:r>
    </w:p>
    <w:p w14:paraId="6BCD5523" w14:textId="031194EB" w:rsidR="0071305A" w:rsidRPr="00FC77B0" w:rsidRDefault="0071305A" w:rsidP="00266E92">
      <w:pPr>
        <w:pStyle w:val="Heading3"/>
        <w:numPr>
          <w:ilvl w:val="0"/>
          <w:numId w:val="42"/>
        </w:numPr>
      </w:pPr>
      <w:r w:rsidRPr="00FC77B0">
        <w:t xml:space="preserve">The product shall be equipped with a </w:t>
      </w:r>
      <w:r w:rsidR="00FC77B0">
        <w:t>4</w:t>
      </w:r>
      <w:r w:rsidRPr="00FC77B0">
        <w:t>-button user-interface.</w:t>
      </w:r>
    </w:p>
    <w:p w14:paraId="3F481B46" w14:textId="3C19717C" w:rsidR="0071305A" w:rsidRPr="00FC77B0" w:rsidRDefault="0071305A" w:rsidP="00266E92">
      <w:pPr>
        <w:pStyle w:val="Heading3"/>
        <w:numPr>
          <w:ilvl w:val="0"/>
          <w:numId w:val="42"/>
        </w:numPr>
      </w:pPr>
      <w:r w:rsidRPr="00FC77B0">
        <w:t xml:space="preserve">The product shall offer direct and single channel control </w:t>
      </w:r>
      <w:r w:rsidR="00FC77B0">
        <w:t>of each individual LED color.</w:t>
      </w:r>
    </w:p>
    <w:p w14:paraId="4C4B1423" w14:textId="0EB3013C" w:rsidR="0071305A" w:rsidRPr="00FC77B0" w:rsidRDefault="0071305A" w:rsidP="00266E92">
      <w:pPr>
        <w:pStyle w:val="Heading3"/>
        <w:numPr>
          <w:ilvl w:val="0"/>
          <w:numId w:val="42"/>
        </w:numPr>
        <w:rPr>
          <w:b/>
          <w:bCs/>
        </w:rPr>
      </w:pPr>
      <w:r w:rsidRPr="00FC77B0">
        <w:t xml:space="preserve">A variable-rate strobe channel shall be provided. </w:t>
      </w:r>
    </w:p>
    <w:p w14:paraId="77505608" w14:textId="77777777" w:rsidR="0071305A" w:rsidRPr="00FC77B0" w:rsidRDefault="0071305A" w:rsidP="00266E92">
      <w:pPr>
        <w:pStyle w:val="Heading3"/>
        <w:numPr>
          <w:ilvl w:val="0"/>
          <w:numId w:val="42"/>
        </w:numPr>
      </w:pPr>
      <w:r w:rsidRPr="00FC77B0">
        <w:t>The product shall offer stand-alone functionality eliminating the need for a console.</w:t>
      </w:r>
    </w:p>
    <w:p w14:paraId="348A396B" w14:textId="4A17D996" w:rsidR="0071305A" w:rsidRDefault="00FC77B0" w:rsidP="00FC77B0">
      <w:pPr>
        <w:pStyle w:val="Heading4"/>
        <w:numPr>
          <w:ilvl w:val="0"/>
          <w:numId w:val="9"/>
        </w:numPr>
        <w:tabs>
          <w:tab w:val="num" w:pos="360"/>
        </w:tabs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35C97FCF" w14:textId="77777777" w:rsidR="0071305A" w:rsidRDefault="0071305A" w:rsidP="0071305A"/>
    <w:p w14:paraId="0E38FC0C" w14:textId="77777777" w:rsidR="00B57C73" w:rsidRPr="00AD12AF" w:rsidRDefault="0071305A" w:rsidP="00AD12AF">
      <w:r>
        <w:lastRenderedPageBreak/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2BA86" w14:textId="77777777" w:rsidR="000E6F93" w:rsidRDefault="000E6F93" w:rsidP="008F0AEC">
      <w:r>
        <w:separator/>
      </w:r>
    </w:p>
    <w:p w14:paraId="495A8A42" w14:textId="77777777" w:rsidR="000E6F93" w:rsidRDefault="000E6F93" w:rsidP="008F0AEC"/>
  </w:endnote>
  <w:endnote w:type="continuationSeparator" w:id="0">
    <w:p w14:paraId="3AC26C16" w14:textId="77777777" w:rsidR="000E6F93" w:rsidRDefault="000E6F93" w:rsidP="008F0AEC">
      <w:r>
        <w:continuationSeparator/>
      </w:r>
    </w:p>
    <w:p w14:paraId="4FB9608F" w14:textId="77777777" w:rsidR="000E6F93" w:rsidRDefault="000E6F93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BBFB" w14:textId="77777777" w:rsidR="008F0AEC" w:rsidRDefault="008F0AEC" w:rsidP="008F0AEC">
    <w:pPr>
      <w:pStyle w:val="Footer"/>
    </w:pPr>
  </w:p>
  <w:p w14:paraId="4E5E8379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CD83" w14:textId="6FCEC4EE" w:rsidR="00CC4D04" w:rsidRDefault="00CC4D04" w:rsidP="00CC4D0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6/2/2021</w:t>
    </w:r>
    <w:r>
      <w:rPr>
        <w:sz w:val="18"/>
        <w:szCs w:val="18"/>
      </w:rPr>
      <w:fldChar w:fldCharType="end"/>
    </w:r>
  </w:p>
  <w:p w14:paraId="194CFCC9" w14:textId="086C6602" w:rsidR="006E444A" w:rsidRDefault="006E444A" w:rsidP="008F0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5A65" w14:textId="77777777" w:rsidR="000E6F93" w:rsidRDefault="000E6F93" w:rsidP="008F0AEC">
      <w:r>
        <w:separator/>
      </w:r>
    </w:p>
    <w:p w14:paraId="1265AA0A" w14:textId="77777777" w:rsidR="000E6F93" w:rsidRDefault="000E6F93" w:rsidP="008F0AEC"/>
  </w:footnote>
  <w:footnote w:type="continuationSeparator" w:id="0">
    <w:p w14:paraId="607C2C37" w14:textId="77777777" w:rsidR="000E6F93" w:rsidRDefault="000E6F93" w:rsidP="008F0AEC">
      <w:r>
        <w:continuationSeparator/>
      </w:r>
    </w:p>
    <w:p w14:paraId="16B91818" w14:textId="77777777" w:rsidR="000E6F93" w:rsidRDefault="000E6F93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73F" w14:textId="77777777" w:rsidR="008F0AEC" w:rsidRDefault="008F0AEC" w:rsidP="008F0AEC">
    <w:pPr>
      <w:pStyle w:val="Header"/>
    </w:pPr>
  </w:p>
  <w:p w14:paraId="247A1432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FB380" w14:textId="77777777" w:rsidR="006E444A" w:rsidRPr="008F0AEC" w:rsidRDefault="006E444A" w:rsidP="008F0AEC">
    <w:r w:rsidRPr="008F0AEC">
      <w:t>CHAUVET PROFESSIONAL SPECIFICATIONS SHEET</w:t>
    </w:r>
  </w:p>
  <w:p w14:paraId="4695F8DC" w14:textId="3E9C544E" w:rsidR="006E444A" w:rsidRPr="008F0AEC" w:rsidRDefault="001A603A" w:rsidP="008F0AEC">
    <w:pPr>
      <w:rPr>
        <w:b/>
        <w:sz w:val="28"/>
      </w:rPr>
    </w:pPr>
    <w:r>
      <w:rPr>
        <w:b/>
        <w:sz w:val="28"/>
      </w:rPr>
      <w:t>Ovation P-56VW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5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0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3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AD3758"/>
    <w:multiLevelType w:val="hybridMultilevel"/>
    <w:tmpl w:val="17F4438C"/>
    <w:lvl w:ilvl="0" w:tplc="C49630B8">
      <w:start w:val="1"/>
      <w:numFmt w:val="bullet"/>
      <w:pStyle w:val="Heading6"/>
      <w:lvlText w:val=""/>
      <w:lvlJc w:val="left"/>
      <w:pPr>
        <w:ind w:left="3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25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19"/>
  </w:num>
  <w:num w:numId="4">
    <w:abstractNumId w:val="24"/>
  </w:num>
  <w:num w:numId="5">
    <w:abstractNumId w:val="20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2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19"/>
    <w:lvlOverride w:ilvl="0">
      <w:startOverride w:val="1"/>
    </w:lvlOverride>
  </w:num>
  <w:num w:numId="11">
    <w:abstractNumId w:val="20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0"/>
    <w:lvlOverride w:ilvl="0">
      <w:startOverride w:val="1"/>
    </w:lvlOverride>
  </w:num>
  <w:num w:numId="28">
    <w:abstractNumId w:val="20"/>
    <w:lvlOverride w:ilvl="0">
      <w:startOverride w:val="1"/>
    </w:lvlOverride>
  </w:num>
  <w:num w:numId="29">
    <w:abstractNumId w:val="20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20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25"/>
  </w:num>
  <w:num w:numId="34">
    <w:abstractNumId w:val="11"/>
  </w:num>
  <w:num w:numId="35">
    <w:abstractNumId w:val="13"/>
  </w:num>
  <w:num w:numId="36">
    <w:abstractNumId w:val="15"/>
  </w:num>
  <w:num w:numId="37">
    <w:abstractNumId w:val="18"/>
  </w:num>
  <w:num w:numId="38">
    <w:abstractNumId w:val="16"/>
  </w:num>
  <w:num w:numId="39">
    <w:abstractNumId w:val="17"/>
  </w:num>
  <w:num w:numId="40">
    <w:abstractNumId w:val="10"/>
  </w:num>
  <w:num w:numId="41">
    <w:abstractNumId w:val="21"/>
  </w:num>
  <w:num w:numId="42">
    <w:abstractNumId w:val="23"/>
  </w:num>
  <w:num w:numId="43">
    <w:abstractNumId w:val="14"/>
  </w:num>
  <w:num w:numId="44">
    <w:abstractNumId w:val="12"/>
  </w:num>
  <w:num w:numId="45">
    <w:abstractNumId w:val="17"/>
    <w:lvlOverride w:ilvl="0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03A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5178F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6F93"/>
    <w:rsid w:val="000E7450"/>
    <w:rsid w:val="000F267A"/>
    <w:rsid w:val="000F5A85"/>
    <w:rsid w:val="000F5F89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A0060"/>
    <w:rsid w:val="001A2974"/>
    <w:rsid w:val="001A4208"/>
    <w:rsid w:val="001A603A"/>
    <w:rsid w:val="001B2ADC"/>
    <w:rsid w:val="001B2BC0"/>
    <w:rsid w:val="001B745C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608CE"/>
    <w:rsid w:val="00264DA6"/>
    <w:rsid w:val="00264DAF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C0C91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5811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67C8"/>
    <w:rsid w:val="00406DE8"/>
    <w:rsid w:val="00411417"/>
    <w:rsid w:val="00424A24"/>
    <w:rsid w:val="00426AA0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38E3"/>
    <w:rsid w:val="00666A75"/>
    <w:rsid w:val="00666E63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3298A"/>
    <w:rsid w:val="007363DB"/>
    <w:rsid w:val="00740B80"/>
    <w:rsid w:val="00741B8D"/>
    <w:rsid w:val="00742D05"/>
    <w:rsid w:val="00745BC1"/>
    <w:rsid w:val="007528EA"/>
    <w:rsid w:val="00754557"/>
    <w:rsid w:val="007567C0"/>
    <w:rsid w:val="007748BA"/>
    <w:rsid w:val="00782053"/>
    <w:rsid w:val="00787514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208F3"/>
    <w:rsid w:val="00827FB2"/>
    <w:rsid w:val="008302E5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63E85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266E"/>
    <w:rsid w:val="008E4FFA"/>
    <w:rsid w:val="008E7ABA"/>
    <w:rsid w:val="008F0AEC"/>
    <w:rsid w:val="008F6ED7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3A19"/>
    <w:rsid w:val="00B87479"/>
    <w:rsid w:val="00B905E4"/>
    <w:rsid w:val="00BB1E79"/>
    <w:rsid w:val="00BB4D45"/>
    <w:rsid w:val="00BB6A04"/>
    <w:rsid w:val="00BC7EB3"/>
    <w:rsid w:val="00BD237F"/>
    <w:rsid w:val="00BD7895"/>
    <w:rsid w:val="00BF5A72"/>
    <w:rsid w:val="00BF771E"/>
    <w:rsid w:val="00C0315D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901C1"/>
    <w:rsid w:val="00CA73FE"/>
    <w:rsid w:val="00CC4814"/>
    <w:rsid w:val="00CC4A35"/>
    <w:rsid w:val="00CC4D04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1CAB"/>
    <w:rsid w:val="00DB21C7"/>
    <w:rsid w:val="00DB4FF6"/>
    <w:rsid w:val="00DB7ED3"/>
    <w:rsid w:val="00DC0A0A"/>
    <w:rsid w:val="00DC231D"/>
    <w:rsid w:val="00DD61D0"/>
    <w:rsid w:val="00DD7E09"/>
    <w:rsid w:val="00DD7E92"/>
    <w:rsid w:val="00DE11EB"/>
    <w:rsid w:val="00DE25A2"/>
    <w:rsid w:val="00DE30E1"/>
    <w:rsid w:val="00DE6EB6"/>
    <w:rsid w:val="00E036CB"/>
    <w:rsid w:val="00E05AD3"/>
    <w:rsid w:val="00E141AF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A3382"/>
    <w:rsid w:val="00EB0485"/>
    <w:rsid w:val="00EB3B83"/>
    <w:rsid w:val="00EB480D"/>
    <w:rsid w:val="00EB7F78"/>
    <w:rsid w:val="00EC6B6A"/>
    <w:rsid w:val="00ED205B"/>
    <w:rsid w:val="00ED6B6F"/>
    <w:rsid w:val="00EE3F3C"/>
    <w:rsid w:val="00EE5949"/>
    <w:rsid w:val="00EE7D70"/>
    <w:rsid w:val="00EF0173"/>
    <w:rsid w:val="00F0035A"/>
    <w:rsid w:val="00F01CAD"/>
    <w:rsid w:val="00F0586E"/>
    <w:rsid w:val="00F06825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B485D"/>
    <w:rsid w:val="00FC77B0"/>
    <w:rsid w:val="00FE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15AB7"/>
  <w14:defaultImageDpi w14:val="96"/>
  <w15:docId w15:val="{699C6449-C8C0-4615-BD39-05A3AE46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numPr>
        <w:numId w:val="4"/>
      </w:num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49</TotalTime>
  <Pages>5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5</cp:revision>
  <cp:lastPrinted>2020-11-10T19:54:00Z</cp:lastPrinted>
  <dcterms:created xsi:type="dcterms:W3CDTF">2021-05-21T17:34:00Z</dcterms:created>
  <dcterms:modified xsi:type="dcterms:W3CDTF">2021-06-02T15:28:00Z</dcterms:modified>
</cp:coreProperties>
</file>